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B3F" w:rsidRDefault="000B7B3F" w:rsidP="0072117A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Everyone has their own writing process that relates to hobby or aspect of their life.  A writing process could relate to a cheer practice, shoe shining, or even making bracelets.   My memorizing music process and my writing process are a lot alike.  Each step of my writing process relates to a step in memorizing music.</w:t>
      </w:r>
      <w:r w:rsidRPr="009B32A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</w:p>
    <w:p w:rsidR="000B7B3F" w:rsidRDefault="000B7B3F" w:rsidP="0072117A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First in my writing process, I think about what I am going to write about.  If I think of a topic or specific sentence I want to use I write that topic or sentence down.  This step in my writing process relates to the first step in the way I memorize music.  In memorizing music I think about the piece of music all day.  I hum specific parts that are hard or fun. </w:t>
      </w:r>
    </w:p>
    <w:p w:rsidR="000B7B3F" w:rsidRDefault="000B7B3F" w:rsidP="0072117A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  <w:t>After I have thought about what I am going to write, I sit down and write the whole first draft.  The draft might not be very good but I write the paper from start to finish all in one sitting.  When trying to memorize music I sit down and practice until I get all of the notes and rhythms memorized.  I usually do both of these a couple nights before the final paper or music playoff has to be finished.</w:t>
      </w:r>
    </w:p>
    <w:p w:rsidR="000B7B3F" w:rsidRDefault="000B7B3F" w:rsidP="0072117A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The day after I write the rough draft I re-read the paper and fix any spelling and grammar errors that I see.  I also have my mom read the paper to see if she can catch any errors that I did not see.  In memorizing the music, I make sure I still remember the notes and rhythms and then I fix the articulation.  Articulation makes the piece clean just as fixing spelling and grammar makes the paper clean.  </w:t>
      </w:r>
    </w:p>
    <w:p w:rsidR="000B7B3F" w:rsidRDefault="000B7B3F" w:rsidP="0072117A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The night before I turn the paper in I read the paper and expand on some of my ideas if needed.  I also make sure my paper’s order makes sense.  If I am memorizing music I fix all of the dynamics.  The dynamics are what make the music interesting and the details are what make the paper interesting.  </w:t>
      </w:r>
    </w:p>
    <w:p w:rsidR="000B7B3F" w:rsidRDefault="000B7B3F" w:rsidP="0072117A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The process that I use to memorize music is much like the process I use to write a paper.  Each process has certain steps that I have to go through before either of them can be complete.     </w:t>
      </w:r>
    </w:p>
    <w:p w:rsidR="000B7B3F" w:rsidRPr="00F068D7" w:rsidRDefault="000B7B3F" w:rsidP="0072117A">
      <w:pPr>
        <w:spacing w:line="480" w:lineRule="auto"/>
        <w:rPr>
          <w:sz w:val="24"/>
          <w:szCs w:val="24"/>
        </w:rPr>
      </w:pPr>
    </w:p>
    <w:sectPr w:rsidR="000B7B3F" w:rsidRPr="00F068D7" w:rsidSect="0035080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7B3F" w:rsidRDefault="000B7B3F">
      <w:r>
        <w:separator/>
      </w:r>
    </w:p>
  </w:endnote>
  <w:endnote w:type="continuationSeparator" w:id="0">
    <w:p w:rsidR="000B7B3F" w:rsidRDefault="000B7B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7B3F" w:rsidRDefault="000B7B3F">
      <w:r>
        <w:separator/>
      </w:r>
    </w:p>
  </w:footnote>
  <w:footnote w:type="continuationSeparator" w:id="0">
    <w:p w:rsidR="000B7B3F" w:rsidRDefault="000B7B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B3F" w:rsidRPr="00404D8A" w:rsidRDefault="000B7B3F" w:rsidP="00404D8A">
    <w:pPr>
      <w:spacing w:line="240" w:lineRule="auto"/>
    </w:pPr>
    <w:r w:rsidRPr="00404D8A">
      <w:t xml:space="preserve">Hallie Mossman </w:t>
    </w:r>
  </w:p>
  <w:p w:rsidR="000B7B3F" w:rsidRPr="00404D8A" w:rsidRDefault="000B7B3F" w:rsidP="00404D8A">
    <w:pPr>
      <w:spacing w:line="240" w:lineRule="auto"/>
    </w:pPr>
    <w:r w:rsidRPr="00404D8A">
      <w:t>August 28, 2009</w:t>
    </w:r>
  </w:p>
  <w:p w:rsidR="000B7B3F" w:rsidRPr="00404D8A" w:rsidRDefault="000B7B3F" w:rsidP="00404D8A">
    <w:pPr>
      <w:spacing w:line="240" w:lineRule="auto"/>
    </w:pPr>
    <w:r w:rsidRPr="00404D8A">
      <w:t>Pre-AP English 3B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4B88D9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>
    <w:nsid w:val="FFFFFF7D"/>
    <w:multiLevelType w:val="singleLevel"/>
    <w:tmpl w:val="36BC2A6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>
    <w:nsid w:val="FFFFFF7E"/>
    <w:multiLevelType w:val="singleLevel"/>
    <w:tmpl w:val="8350F4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>
    <w:nsid w:val="FFFFFF7F"/>
    <w:multiLevelType w:val="singleLevel"/>
    <w:tmpl w:val="C3BEF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FFFFFF80"/>
    <w:multiLevelType w:val="singleLevel"/>
    <w:tmpl w:val="9B324E9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A9EC19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9E8875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61A2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15C61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0F2D0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68D7"/>
    <w:rsid w:val="000B7B3F"/>
    <w:rsid w:val="00105256"/>
    <w:rsid w:val="00130269"/>
    <w:rsid w:val="00181AC2"/>
    <w:rsid w:val="001D5CC4"/>
    <w:rsid w:val="002E3B10"/>
    <w:rsid w:val="00350809"/>
    <w:rsid w:val="00404D8A"/>
    <w:rsid w:val="00462719"/>
    <w:rsid w:val="004B19F2"/>
    <w:rsid w:val="0065798A"/>
    <w:rsid w:val="0072117A"/>
    <w:rsid w:val="00804EFC"/>
    <w:rsid w:val="008A312C"/>
    <w:rsid w:val="009153C8"/>
    <w:rsid w:val="0093617A"/>
    <w:rsid w:val="00995968"/>
    <w:rsid w:val="009B32AE"/>
    <w:rsid w:val="00AF3827"/>
    <w:rsid w:val="00CC78B8"/>
    <w:rsid w:val="00DB0A25"/>
    <w:rsid w:val="00E527AE"/>
    <w:rsid w:val="00F06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80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B3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B32A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E527A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</w:rPr>
  </w:style>
  <w:style w:type="paragraph" w:styleId="Footer">
    <w:name w:val="footer"/>
    <w:basedOn w:val="Normal"/>
    <w:link w:val="FooterChar"/>
    <w:uiPriority w:val="99"/>
    <w:rsid w:val="00E527A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53</TotalTime>
  <Pages>2</Pages>
  <Words>299</Words>
  <Characters>1705</Characters>
  <Application>Microsoft Office Outlook</Application>
  <DocSecurity>0</DocSecurity>
  <Lines>0</Lines>
  <Paragraphs>0</Paragraphs>
  <ScaleCrop>false</ScaleCrop>
  <Company>Batesville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Technology Coordinator</dc:creator>
  <cp:keywords/>
  <dc:description/>
  <cp:lastModifiedBy>lweygandt</cp:lastModifiedBy>
  <cp:revision>5</cp:revision>
  <cp:lastPrinted>2009-08-28T17:28:00Z</cp:lastPrinted>
  <dcterms:created xsi:type="dcterms:W3CDTF">2009-08-26T02:52:00Z</dcterms:created>
  <dcterms:modified xsi:type="dcterms:W3CDTF">2009-08-28T17:29:00Z</dcterms:modified>
</cp:coreProperties>
</file>